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89" w:rsidRPr="00DA7408" w:rsidRDefault="00714A89">
      <w:pPr>
        <w:rPr>
          <w:b/>
          <w:bCs/>
          <w:sz w:val="24"/>
          <w:szCs w:val="24"/>
        </w:rPr>
      </w:pPr>
      <w:r w:rsidRPr="00DA7408">
        <w:rPr>
          <w:b/>
          <w:bCs/>
          <w:sz w:val="24"/>
          <w:szCs w:val="24"/>
        </w:rPr>
        <w:t xml:space="preserve">                                                   Science Chapter 12 “Heat” Study Guide</w:t>
      </w:r>
    </w:p>
    <w:p w:rsidR="00714A89" w:rsidRDefault="00714A89">
      <w:r>
        <w:t>Vocabulary Fill in Definitions:</w:t>
      </w:r>
    </w:p>
    <w:p w:rsidR="00714A89" w:rsidRDefault="00714A89" w:rsidP="00AD787A">
      <w:pPr>
        <w:spacing w:line="360" w:lineRule="auto"/>
      </w:pPr>
      <w:r>
        <w:t>Thermal Energy ________________________________________________________________________</w:t>
      </w:r>
    </w:p>
    <w:p w:rsidR="00714A89" w:rsidRDefault="00714A89" w:rsidP="00FE12B3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FE12B3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AD787A">
      <w:pPr>
        <w:spacing w:line="360" w:lineRule="auto"/>
      </w:pPr>
      <w:r>
        <w:t>___________________________________________________________________________________</w:t>
      </w:r>
    </w:p>
    <w:p w:rsidR="00714A89" w:rsidRDefault="00714A89" w:rsidP="00AD787A">
      <w:pPr>
        <w:spacing w:line="360" w:lineRule="auto"/>
      </w:pPr>
      <w:r>
        <w:t>Conduction 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Conductor 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Insulator 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Radiation 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Convection Current_____________________________________________________________________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E921E6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DA7408">
      <w:pPr>
        <w:spacing w:line="360" w:lineRule="auto"/>
      </w:pPr>
      <w:r>
        <w:t>Define Temperature: ___________________________________________________________________</w:t>
      </w:r>
    </w:p>
    <w:p w:rsidR="00714A89" w:rsidRDefault="00714A89" w:rsidP="00DA740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4A89" w:rsidRDefault="00714A89" w:rsidP="00DA7408">
      <w:pPr>
        <w:spacing w:line="480" w:lineRule="auto"/>
      </w:pPr>
      <w:r>
        <w:t>_____________________________________________________________________________________</w:t>
      </w:r>
    </w:p>
    <w:p w:rsidR="00714A89" w:rsidRDefault="00714A89" w:rsidP="00DA7408">
      <w:r>
        <w:t>Define Heat: __________________________________________________________________________</w:t>
      </w:r>
    </w:p>
    <w:p w:rsidR="00714A89" w:rsidRDefault="00714A89" w:rsidP="00DA7408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DA7408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DA7408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DA7408">
      <w:pPr>
        <w:spacing w:line="360" w:lineRule="auto"/>
      </w:pPr>
      <w:r>
        <w:t>_____________________________________________________________________________________</w:t>
      </w:r>
    </w:p>
    <w:p w:rsidR="00714A89" w:rsidRDefault="00714A89" w:rsidP="00DA7408">
      <w:pPr>
        <w:spacing w:line="360" w:lineRule="auto"/>
      </w:pPr>
      <w:r>
        <w:t>____________________________________________________________________________________</w:t>
      </w:r>
    </w:p>
    <w:p w:rsidR="00714A89" w:rsidRDefault="00714A89" w:rsidP="00DA7408">
      <w:pPr>
        <w:spacing w:line="360" w:lineRule="auto"/>
      </w:pPr>
    </w:p>
    <w:p w:rsidR="00714A89" w:rsidRDefault="00714A89">
      <w:pPr>
        <w:spacing w:line="360" w:lineRule="auto"/>
      </w:pPr>
    </w:p>
    <w:p w:rsidR="00714A89" w:rsidRDefault="00714A89">
      <w:pPr>
        <w:spacing w:line="360" w:lineRule="auto"/>
      </w:pPr>
    </w:p>
    <w:p w:rsidR="00714A89" w:rsidRDefault="00714A89">
      <w:pPr>
        <w:spacing w:line="360" w:lineRule="auto"/>
      </w:pPr>
    </w:p>
    <w:p w:rsidR="00714A89" w:rsidRDefault="00714A89">
      <w:pPr>
        <w:spacing w:line="360" w:lineRule="auto"/>
      </w:pPr>
      <w:r>
        <w:t>How do particles of matter move differently in a solid, liquid, and a gas?</w:t>
      </w:r>
    </w:p>
    <w:p w:rsidR="00714A89" w:rsidRDefault="00714A89" w:rsidP="00BE246F">
      <w:pPr>
        <w:spacing w:line="360" w:lineRule="auto"/>
      </w:pPr>
      <w:r>
        <w:t>Solid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Liquid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Ga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4A89" w:rsidRDefault="00714A89" w:rsidP="0067451F">
      <w:pPr>
        <w:spacing w:line="480" w:lineRule="auto"/>
      </w:pPr>
      <w:r>
        <w:t>What happens when a thermometer goes up? _______________________________________________</w:t>
      </w:r>
    </w:p>
    <w:p w:rsidR="00714A89" w:rsidRDefault="00714A89" w:rsidP="0067451F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4A89" w:rsidRDefault="00714A89" w:rsidP="0067451F">
      <w:pPr>
        <w:spacing w:line="480" w:lineRule="auto"/>
      </w:pPr>
      <w:r>
        <w:t>What happens when a thermometer goes down? ____________________________________________</w:t>
      </w:r>
    </w:p>
    <w:p w:rsidR="00714A89" w:rsidRDefault="00714A89" w:rsidP="00DA740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14A89" w:rsidRDefault="00714A89" w:rsidP="00DA7408">
      <w:pPr>
        <w:spacing w:line="480" w:lineRule="auto"/>
      </w:pPr>
      <w:r>
        <w:t>_____________________________________________________________________________________</w:t>
      </w:r>
      <w:bookmarkStart w:id="0" w:name="_GoBack"/>
      <w:bookmarkEnd w:id="0"/>
    </w:p>
    <w:sectPr w:rsidR="00714A89" w:rsidSect="00775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1E6"/>
    <w:rsid w:val="00126086"/>
    <w:rsid w:val="0055065C"/>
    <w:rsid w:val="0067451F"/>
    <w:rsid w:val="00714A89"/>
    <w:rsid w:val="00775D4C"/>
    <w:rsid w:val="00835912"/>
    <w:rsid w:val="00AD787A"/>
    <w:rsid w:val="00BE246F"/>
    <w:rsid w:val="00DA7408"/>
    <w:rsid w:val="00E921E6"/>
    <w:rsid w:val="00FE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D4C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825</Words>
  <Characters>4704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Science Chapter 12 “Heat” Study Guide</dc:title>
  <dc:subject/>
  <dc:creator>Richard</dc:creator>
  <cp:keywords/>
  <dc:description/>
  <cp:lastModifiedBy>udsd</cp:lastModifiedBy>
  <cp:revision>2</cp:revision>
  <dcterms:created xsi:type="dcterms:W3CDTF">2013-02-04T21:18:00Z</dcterms:created>
  <dcterms:modified xsi:type="dcterms:W3CDTF">2013-02-04T21:18:00Z</dcterms:modified>
</cp:coreProperties>
</file>